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10ABAABB" w:rsidR="005241A2" w:rsidRPr="00BF1C46" w:rsidRDefault="00BE14AC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BE14AC">
              <w:rPr>
                <w:b/>
                <w:color w:val="0070C0"/>
                <w:sz w:val="28"/>
                <w:szCs w:val="28"/>
              </w:rPr>
              <w:t>Návrh stanoviska Rady k žádosti o</w:t>
            </w:r>
            <w:r>
              <w:rPr>
                <w:b/>
                <w:color w:val="0070C0"/>
                <w:sz w:val="28"/>
                <w:szCs w:val="28"/>
              </w:rPr>
              <w:t> </w:t>
            </w:r>
            <w:r w:rsidRPr="00BE14AC">
              <w:rPr>
                <w:b/>
                <w:color w:val="0070C0"/>
                <w:sz w:val="28"/>
                <w:szCs w:val="28"/>
              </w:rPr>
              <w:t>prodloužení povolení k výzkumu na</w:t>
            </w:r>
            <w:r w:rsidR="00483EE0">
              <w:rPr>
                <w:b/>
                <w:color w:val="0070C0"/>
                <w:sz w:val="28"/>
                <w:szCs w:val="28"/>
              </w:rPr>
              <w:t> </w:t>
            </w:r>
            <w:r w:rsidRPr="00BE14AC">
              <w:rPr>
                <w:b/>
                <w:color w:val="0070C0"/>
                <w:sz w:val="28"/>
                <w:szCs w:val="28"/>
              </w:rPr>
              <w:t>lidských embryonálních kmenových buňkách (</w:t>
            </w:r>
            <w:r w:rsidR="001A2EC3">
              <w:rPr>
                <w:b/>
                <w:color w:val="0070C0"/>
                <w:sz w:val="28"/>
                <w:szCs w:val="28"/>
              </w:rPr>
              <w:t>ÚMG AV ČR, v.v.i.</w:t>
            </w:r>
            <w:r w:rsidRPr="00BE14AC">
              <w:rPr>
                <w:b/>
                <w:color w:val="0070C0"/>
                <w:sz w:val="28"/>
                <w:szCs w:val="28"/>
              </w:rPr>
              <w:t>)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13AF7888" w:rsidR="005241A2" w:rsidRPr="009870E8" w:rsidRDefault="00323DB0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415/B</w:t>
            </w:r>
            <w:r w:rsidR="00BE181B">
              <w:rPr>
                <w:b/>
                <w:color w:val="0070C0"/>
                <w:sz w:val="28"/>
                <w:szCs w:val="28"/>
              </w:rPr>
              <w:t>1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417A2856" w:rsidR="005241A2" w:rsidRPr="002D3C4B" w:rsidRDefault="00BE14AC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doc. Hajdúch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0CC3F773" w:rsidR="005241A2" w:rsidRPr="002D3C4B" w:rsidRDefault="005241A2" w:rsidP="002D3C4B">
            <w:pPr>
              <w:spacing w:before="120" w:after="120"/>
              <w:jc w:val="left"/>
              <w:rPr>
                <w:bCs/>
                <w:i/>
              </w:rPr>
            </w:pPr>
            <w:r w:rsidRPr="002D3C4B">
              <w:rPr>
                <w:bCs/>
                <w:i/>
                <w:noProof/>
              </w:rPr>
              <w:t xml:space="preserve">Ing. </w:t>
            </w:r>
            <w:r w:rsidR="00BE14AC">
              <w:rPr>
                <w:bCs/>
                <w:i/>
                <w:noProof/>
              </w:rPr>
              <w:t>Schäfer</w:t>
            </w:r>
            <w:r w:rsidRPr="002D3C4B">
              <w:rPr>
                <w:bCs/>
                <w:i/>
                <w:noProof/>
              </w:rPr>
              <w:t xml:space="preserve">, Odbor podpory Rady, </w:t>
            </w:r>
            <w:r w:rsidR="0061676E">
              <w:rPr>
                <w:bCs/>
                <w:i/>
                <w:noProof/>
              </w:rPr>
              <w:t>07.10</w:t>
            </w:r>
            <w:r w:rsidR="00323DB0">
              <w:rPr>
                <w:bCs/>
                <w:i/>
                <w:noProof/>
              </w:rPr>
              <w:t>.2025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54F8691A" w14:textId="552F9BBE" w:rsidR="00866016" w:rsidRPr="00F43078" w:rsidRDefault="00866016" w:rsidP="00866016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F43078">
              <w:t xml:space="preserve">Ředitelka Odboru podpory vysokých škol a výzkumu MŠMT zaslala dopisem ze dne </w:t>
            </w:r>
            <w:r w:rsidR="00F43078" w:rsidRPr="00F43078">
              <w:t>28. srpna</w:t>
            </w:r>
            <w:r w:rsidRPr="00F43078">
              <w:t xml:space="preserve"> 202</w:t>
            </w:r>
            <w:r w:rsidR="00417F60" w:rsidRPr="00F43078">
              <w:t>5</w:t>
            </w:r>
            <w:r w:rsidRPr="00F43078">
              <w:t xml:space="preserve"> </w:t>
            </w:r>
            <w:r w:rsidR="009F332A" w:rsidRPr="00F43078">
              <w:t>pod čj. MSMT-</w:t>
            </w:r>
            <w:r w:rsidR="00F43078" w:rsidRPr="00F43078">
              <w:t>20571/2025-2</w:t>
            </w:r>
            <w:r w:rsidR="009F332A" w:rsidRPr="00F43078">
              <w:t xml:space="preserve"> </w:t>
            </w:r>
            <w:r w:rsidRPr="00F43078">
              <w:t>Radě</w:t>
            </w:r>
            <w:r w:rsidR="005E1B5E" w:rsidRPr="00F43078">
              <w:t xml:space="preserve"> pro výzkum, vývoj a inovace (dále jen „Rada“)</w:t>
            </w:r>
            <w:r w:rsidRPr="00F43078">
              <w:t xml:space="preserve"> žádost o</w:t>
            </w:r>
            <w:r w:rsidR="009F332A" w:rsidRPr="00F43078">
              <w:t> </w:t>
            </w:r>
            <w:r w:rsidRPr="00F43078">
              <w:t>zpracování odborného stanoviska ve věci</w:t>
            </w:r>
            <w:r w:rsidR="00417F60" w:rsidRPr="00F43078">
              <w:rPr>
                <w:b/>
                <w:color w:val="0070C0"/>
                <w:sz w:val="28"/>
                <w:szCs w:val="28"/>
              </w:rPr>
              <w:t xml:space="preserve"> </w:t>
            </w:r>
            <w:r w:rsidR="00417F60" w:rsidRPr="00F43078">
              <w:t xml:space="preserve">žádosti o prodloužení povolení k výzkumu na lidských embryonálních kmenových buňkách </w:t>
            </w:r>
            <w:r w:rsidR="00F43078" w:rsidRPr="00F43078">
              <w:t>pro Ústav molekulární genetiky AV ČR, v.v.i.</w:t>
            </w:r>
            <w:r w:rsidR="00C716B5" w:rsidRPr="00F43078">
              <w:t xml:space="preserve"> (dále jen „</w:t>
            </w:r>
            <w:r w:rsidR="00F43078" w:rsidRPr="00F43078">
              <w:t>ÚMG</w:t>
            </w:r>
            <w:r w:rsidR="00C716B5" w:rsidRPr="00F43078">
              <w:t>“</w:t>
            </w:r>
            <w:r w:rsidR="00B50003" w:rsidRPr="00F43078">
              <w:t>)</w:t>
            </w:r>
            <w:r w:rsidRPr="00F43078">
              <w:t>.</w:t>
            </w:r>
          </w:p>
          <w:p w14:paraId="58E4ED20" w14:textId="37FB9D3C" w:rsidR="00866016" w:rsidRPr="00F43078" w:rsidRDefault="00866016" w:rsidP="00866016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F43078">
              <w:t xml:space="preserve">Na základě rozhodnutí předsedy Bioetické komise (dále jen „BK“) </w:t>
            </w:r>
            <w:r w:rsidR="00F46AB2" w:rsidRPr="00F43078">
              <w:t>doc. Hajdúcha</w:t>
            </w:r>
            <w:r w:rsidRPr="00F43078">
              <w:t xml:space="preserve"> byl návrh odborného stanoviska BK </w:t>
            </w:r>
            <w:r w:rsidR="008C15B2" w:rsidRPr="00F43078">
              <w:t xml:space="preserve">schválen </w:t>
            </w:r>
            <w:r w:rsidR="00F43078" w:rsidRPr="00F43078">
              <w:t>hlasováním per rollam členy BK</w:t>
            </w:r>
            <w:r w:rsidR="008C15B2" w:rsidRPr="00F43078">
              <w:t xml:space="preserve"> </w:t>
            </w:r>
            <w:r w:rsidR="00F43078" w:rsidRPr="00F43078">
              <w:t>v termínu 19. září – 26. září 2025.</w:t>
            </w:r>
          </w:p>
          <w:p w14:paraId="56C91166" w14:textId="6C9899FA" w:rsidR="005241A2" w:rsidRPr="009719F6" w:rsidRDefault="00866016" w:rsidP="00064671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F43078">
              <w:t xml:space="preserve">Na základě výsledku </w:t>
            </w:r>
            <w:r w:rsidR="00F43078" w:rsidRPr="00F43078">
              <w:t>hlasování per rollam</w:t>
            </w:r>
            <w:r w:rsidRPr="00F43078">
              <w:t xml:space="preserve"> předkládá BK odborné stanovisko </w:t>
            </w:r>
            <w:r w:rsidR="00F43078" w:rsidRPr="00F43078">
              <w:t xml:space="preserve">(viz příloha č. 2) </w:t>
            </w:r>
            <w:r w:rsidRPr="00F43078">
              <w:t>a</w:t>
            </w:r>
            <w:r w:rsidR="00F43078">
              <w:t> </w:t>
            </w:r>
            <w:r w:rsidRPr="00F43078">
              <w:t>Radě je předložen Návrh stanoviska Rady</w:t>
            </w:r>
            <w:r w:rsidR="00761684">
              <w:t xml:space="preserve"> (viz příloha č.3)</w:t>
            </w:r>
            <w:r w:rsidR="008C15B2" w:rsidRPr="00F43078">
              <w:t xml:space="preserve">. </w:t>
            </w:r>
            <w:r w:rsidRPr="00F43078">
              <w:t xml:space="preserve">BK doporučuje </w:t>
            </w:r>
            <w:r w:rsidR="008C15B2" w:rsidRPr="00F43078">
              <w:t xml:space="preserve">MŠMT </w:t>
            </w:r>
            <w:r w:rsidRPr="00F43078">
              <w:t xml:space="preserve">povolit </w:t>
            </w:r>
            <w:r w:rsidR="00F43078" w:rsidRPr="00F43078">
              <w:t>ÚMG</w:t>
            </w:r>
            <w:r w:rsidR="00F46AB2" w:rsidRPr="00F43078">
              <w:t xml:space="preserve"> prodloužení</w:t>
            </w:r>
            <w:r w:rsidRPr="00F43078">
              <w:t xml:space="preserve"> výzkum</w:t>
            </w:r>
            <w:r w:rsidR="00F46AB2" w:rsidRPr="00F43078">
              <w:t>u</w:t>
            </w:r>
            <w:r w:rsidRPr="00F43078">
              <w:t xml:space="preserve"> na lidských embryonálních kmenových buňkách.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BE79D74" w14:textId="6E82B39E" w:rsidR="005241A2" w:rsidRDefault="00C60B3E" w:rsidP="00891330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Žádost MŠMT</w:t>
            </w:r>
            <w:r w:rsidR="00CB4F07">
              <w:t xml:space="preserve"> (není přiložena)</w:t>
            </w:r>
          </w:p>
          <w:p w14:paraId="3F4D57AC" w14:textId="77777777" w:rsidR="00C60B3E" w:rsidRDefault="00C60B3E" w:rsidP="00891330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Stanovisko BK</w:t>
            </w:r>
          </w:p>
          <w:p w14:paraId="133F1304" w14:textId="1B291246" w:rsidR="00C60B3E" w:rsidRPr="00826B2F" w:rsidRDefault="00BE181B" w:rsidP="00891330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Návrh stanoviska</w:t>
            </w:r>
            <w:r w:rsidR="00C60B3E">
              <w:t xml:space="preserve"> Rady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49B5E" w14:textId="77777777" w:rsidR="00B8493C" w:rsidRDefault="00B8493C" w:rsidP="00604B45">
      <w:r>
        <w:separator/>
      </w:r>
    </w:p>
  </w:endnote>
  <w:endnote w:type="continuationSeparator" w:id="0">
    <w:p w14:paraId="77EFB294" w14:textId="77777777" w:rsidR="00B8493C" w:rsidRDefault="00B8493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4**/Axx</w:t>
            </w:r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A3AF6" w14:textId="77777777" w:rsidR="00B8493C" w:rsidRDefault="00B8493C" w:rsidP="00604B45">
      <w:r>
        <w:separator/>
      </w:r>
    </w:p>
  </w:footnote>
  <w:footnote w:type="continuationSeparator" w:id="0">
    <w:p w14:paraId="5461C1B8" w14:textId="77777777" w:rsidR="00B8493C" w:rsidRDefault="00B8493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7F37D8C"/>
    <w:multiLevelType w:val="hybridMultilevel"/>
    <w:tmpl w:val="5BB258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11"/>
  </w:num>
  <w:num w:numId="3" w16cid:durableId="1893038338">
    <w:abstractNumId w:val="4"/>
  </w:num>
  <w:num w:numId="4" w16cid:durableId="1786805665">
    <w:abstractNumId w:val="7"/>
  </w:num>
  <w:num w:numId="5" w16cid:durableId="1264728757">
    <w:abstractNumId w:val="12"/>
  </w:num>
  <w:num w:numId="6" w16cid:durableId="1901821760">
    <w:abstractNumId w:val="8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3"/>
  </w:num>
  <w:num w:numId="10" w16cid:durableId="1837643966">
    <w:abstractNumId w:val="9"/>
  </w:num>
  <w:num w:numId="11" w16cid:durableId="796532185">
    <w:abstractNumId w:val="0"/>
  </w:num>
  <w:num w:numId="12" w16cid:durableId="2033064661">
    <w:abstractNumId w:val="5"/>
  </w:num>
  <w:num w:numId="13" w16cid:durableId="697513320">
    <w:abstractNumId w:val="10"/>
  </w:num>
  <w:num w:numId="14" w16cid:durableId="11566104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5339F"/>
    <w:rsid w:val="00064671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A03D6"/>
    <w:rsid w:val="001A2EC3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311C0"/>
    <w:rsid w:val="00242E30"/>
    <w:rsid w:val="00282845"/>
    <w:rsid w:val="00293AEA"/>
    <w:rsid w:val="002A2FD0"/>
    <w:rsid w:val="002B4877"/>
    <w:rsid w:val="002C0726"/>
    <w:rsid w:val="002D3C4B"/>
    <w:rsid w:val="002F08A9"/>
    <w:rsid w:val="002F19C4"/>
    <w:rsid w:val="002F4F5C"/>
    <w:rsid w:val="00323DB0"/>
    <w:rsid w:val="00352CA6"/>
    <w:rsid w:val="00352DD8"/>
    <w:rsid w:val="00362F82"/>
    <w:rsid w:val="00375671"/>
    <w:rsid w:val="00383A75"/>
    <w:rsid w:val="003870AA"/>
    <w:rsid w:val="003906D0"/>
    <w:rsid w:val="003976A0"/>
    <w:rsid w:val="003C04E9"/>
    <w:rsid w:val="003C6885"/>
    <w:rsid w:val="003D64A2"/>
    <w:rsid w:val="003E1575"/>
    <w:rsid w:val="00417F60"/>
    <w:rsid w:val="00420B23"/>
    <w:rsid w:val="00423662"/>
    <w:rsid w:val="0042761D"/>
    <w:rsid w:val="004354D5"/>
    <w:rsid w:val="00441B47"/>
    <w:rsid w:val="00444127"/>
    <w:rsid w:val="00447ABC"/>
    <w:rsid w:val="00456550"/>
    <w:rsid w:val="00475202"/>
    <w:rsid w:val="00483EE0"/>
    <w:rsid w:val="00486CA7"/>
    <w:rsid w:val="00487F4D"/>
    <w:rsid w:val="004970B3"/>
    <w:rsid w:val="004C1E45"/>
    <w:rsid w:val="004E6BE1"/>
    <w:rsid w:val="00510EA4"/>
    <w:rsid w:val="0051275F"/>
    <w:rsid w:val="00512835"/>
    <w:rsid w:val="00515555"/>
    <w:rsid w:val="005241A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5E0EE8"/>
    <w:rsid w:val="005E1B5E"/>
    <w:rsid w:val="005E3A78"/>
    <w:rsid w:val="00602F23"/>
    <w:rsid w:val="00604B45"/>
    <w:rsid w:val="006079D1"/>
    <w:rsid w:val="0061676E"/>
    <w:rsid w:val="006255C0"/>
    <w:rsid w:val="00627E3D"/>
    <w:rsid w:val="00635765"/>
    <w:rsid w:val="00676B1B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1684"/>
    <w:rsid w:val="00766AC5"/>
    <w:rsid w:val="00767CC6"/>
    <w:rsid w:val="007A407A"/>
    <w:rsid w:val="007C0527"/>
    <w:rsid w:val="007C5C44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62B53"/>
    <w:rsid w:val="00866016"/>
    <w:rsid w:val="00871B74"/>
    <w:rsid w:val="008863A6"/>
    <w:rsid w:val="00887F71"/>
    <w:rsid w:val="00891330"/>
    <w:rsid w:val="00892610"/>
    <w:rsid w:val="0089638D"/>
    <w:rsid w:val="008A3DC7"/>
    <w:rsid w:val="008A6944"/>
    <w:rsid w:val="008B60F3"/>
    <w:rsid w:val="008C15B2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47C9E"/>
    <w:rsid w:val="0095235B"/>
    <w:rsid w:val="0095565E"/>
    <w:rsid w:val="00990B90"/>
    <w:rsid w:val="009922C8"/>
    <w:rsid w:val="009B0370"/>
    <w:rsid w:val="009E228F"/>
    <w:rsid w:val="009F332A"/>
    <w:rsid w:val="00A2422E"/>
    <w:rsid w:val="00A640A5"/>
    <w:rsid w:val="00A65C3C"/>
    <w:rsid w:val="00A75A40"/>
    <w:rsid w:val="00A822FF"/>
    <w:rsid w:val="00A84F49"/>
    <w:rsid w:val="00AA5C0F"/>
    <w:rsid w:val="00AB5597"/>
    <w:rsid w:val="00AB573A"/>
    <w:rsid w:val="00AC5302"/>
    <w:rsid w:val="00AC5DC9"/>
    <w:rsid w:val="00AE1069"/>
    <w:rsid w:val="00AE7303"/>
    <w:rsid w:val="00AF01A5"/>
    <w:rsid w:val="00AF502C"/>
    <w:rsid w:val="00AF5DE4"/>
    <w:rsid w:val="00B01CFE"/>
    <w:rsid w:val="00B05937"/>
    <w:rsid w:val="00B20ED5"/>
    <w:rsid w:val="00B211F0"/>
    <w:rsid w:val="00B24765"/>
    <w:rsid w:val="00B33F61"/>
    <w:rsid w:val="00B415B3"/>
    <w:rsid w:val="00B445C0"/>
    <w:rsid w:val="00B45E88"/>
    <w:rsid w:val="00B50003"/>
    <w:rsid w:val="00B67680"/>
    <w:rsid w:val="00B73C81"/>
    <w:rsid w:val="00B80711"/>
    <w:rsid w:val="00B8493C"/>
    <w:rsid w:val="00BB2FAC"/>
    <w:rsid w:val="00BB75A6"/>
    <w:rsid w:val="00BC1D89"/>
    <w:rsid w:val="00BC5C1F"/>
    <w:rsid w:val="00BC7F94"/>
    <w:rsid w:val="00BD17A6"/>
    <w:rsid w:val="00BE14AC"/>
    <w:rsid w:val="00BE181B"/>
    <w:rsid w:val="00BE4E17"/>
    <w:rsid w:val="00C05BAF"/>
    <w:rsid w:val="00C27666"/>
    <w:rsid w:val="00C4014E"/>
    <w:rsid w:val="00C50E84"/>
    <w:rsid w:val="00C54A7F"/>
    <w:rsid w:val="00C60B3E"/>
    <w:rsid w:val="00C674B4"/>
    <w:rsid w:val="00C716B5"/>
    <w:rsid w:val="00C71728"/>
    <w:rsid w:val="00C7658A"/>
    <w:rsid w:val="00C77162"/>
    <w:rsid w:val="00C84197"/>
    <w:rsid w:val="00C91565"/>
    <w:rsid w:val="00C92FC9"/>
    <w:rsid w:val="00CB4F07"/>
    <w:rsid w:val="00CC1FD9"/>
    <w:rsid w:val="00CD5D12"/>
    <w:rsid w:val="00CE2C4E"/>
    <w:rsid w:val="00CE4A1C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96330"/>
    <w:rsid w:val="00DA045F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063C6"/>
    <w:rsid w:val="00F145AB"/>
    <w:rsid w:val="00F14C5D"/>
    <w:rsid w:val="00F3487E"/>
    <w:rsid w:val="00F43078"/>
    <w:rsid w:val="00F46AB2"/>
    <w:rsid w:val="00F47E34"/>
    <w:rsid w:val="00F57C1C"/>
    <w:rsid w:val="00F70093"/>
    <w:rsid w:val="00F84D65"/>
    <w:rsid w:val="00F86F06"/>
    <w:rsid w:val="00FA009E"/>
    <w:rsid w:val="00FB668D"/>
    <w:rsid w:val="00FC524A"/>
    <w:rsid w:val="00FD6185"/>
    <w:rsid w:val="00FF375D"/>
    <w:rsid w:val="00FF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List Paragraph (Czech Tourism),Conclusion de partie,_Odstavec se seznamem,List Paragraph,Bulleted List,3,POCG Table Text,Issue Action POC,Dot pt,F5 List Paragraph,List Paragraph Char Char Char,Nad1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,List Paragraph Char,Bulleted List Char,3 Char,POCG Table Text Char,Dot pt Char"/>
    <w:basedOn w:val="Standardnpsmoodstavce"/>
    <w:link w:val="Odstavecseseznamem"/>
    <w:uiPriority w:val="34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7C0527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11</TotalTime>
  <Pages>1</Pages>
  <Words>166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16</cp:revision>
  <cp:lastPrinted>2025-02-25T12:21:00Z</cp:lastPrinted>
  <dcterms:created xsi:type="dcterms:W3CDTF">2025-07-31T09:41:00Z</dcterms:created>
  <dcterms:modified xsi:type="dcterms:W3CDTF">2025-11-13T15:04:00Z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